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744435" w:rsidP="00EB46E5">
      <w:pPr>
        <w:pStyle w:val="Titul2"/>
      </w:pPr>
      <w:r>
        <w:t>Soubor staveb</w:t>
      </w: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222D369342D7458AB4EB1DDFDE21679F"/>
        </w:placeholder>
        <w:text/>
      </w:sdtPr>
      <w:sdtEndPr>
        <w:rPr>
          <w:rStyle w:val="Nzevakce"/>
        </w:rPr>
      </w:sdtEndPr>
      <w:sdtContent>
        <w:p w:rsidR="00CF0EF4" w:rsidRDefault="004B32A5" w:rsidP="00CF0EF4">
          <w:pPr>
            <w:pStyle w:val="Tituldatum"/>
          </w:pPr>
          <w:r w:rsidRPr="004B32A5">
            <w:rPr>
              <w:rStyle w:val="Nzevakce"/>
            </w:rPr>
            <w:t xml:space="preserve">Rekonstrukce PZS (P7624) v km 11,627 trati Kostelec na Hané – </w:t>
          </w:r>
          <w:proofErr w:type="gramStart"/>
          <w:r w:rsidRPr="004B32A5">
            <w:rPr>
              <w:rStyle w:val="Nzevakce"/>
            </w:rPr>
            <w:t>Olomouc</w:t>
          </w:r>
          <w:r w:rsidR="00744435">
            <w:rPr>
              <w:rStyle w:val="Nzevakce"/>
            </w:rPr>
            <w:t xml:space="preserve">                                                                                   Rekonstrukce</w:t>
          </w:r>
          <w:proofErr w:type="gramEnd"/>
          <w:r w:rsidR="00744435">
            <w:rPr>
              <w:rStyle w:val="Nzevakce"/>
            </w:rPr>
            <w:t xml:space="preserve"> železniční zastávky Skrbeň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82202" w:rsidRPr="00382202">
        <w:t>25</w:t>
      </w:r>
      <w:r w:rsidRPr="00382202">
        <w:t xml:space="preserve">. </w:t>
      </w:r>
      <w:r w:rsidR="004B32A5" w:rsidRPr="00382202">
        <w:t>4</w:t>
      </w:r>
      <w:r w:rsidRPr="00382202">
        <w:t>. 20</w:t>
      </w:r>
      <w:r w:rsidR="00A616BE" w:rsidRPr="00382202">
        <w:t>2</w:t>
      </w:r>
      <w:r w:rsidR="004B32A5" w:rsidRPr="00382202">
        <w:t>4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38220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38220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38220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38220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38220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38220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38220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4B32A5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4B32A5">
      <w:pPr>
        <w:pStyle w:val="ZTPinfo-text-odr"/>
        <w:numPr>
          <w:ilvl w:val="0"/>
          <w:numId w:val="0"/>
        </w:numPr>
        <w:ind w:left="720" w:hanging="360"/>
      </w:pPr>
    </w:p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B82244">
      <w:pPr>
        <w:pStyle w:val="Odrka1-2-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</w:t>
      </w:r>
      <w:r w:rsidRPr="004B32A5">
        <w:t xml:space="preserve">jednotlivých položkách Soupisu prací lišit z důvodu přesného zaměření nebo na základě rozhodnutí </w:t>
      </w:r>
      <w:r w:rsidR="000B48A8" w:rsidRPr="004B32A5">
        <w:t>Objednatele</w:t>
      </w:r>
      <w:r w:rsidRPr="004B32A5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B32A5">
        <w:t>x</w:t>
      </w:r>
      <w:proofErr w:type="spellEnd"/>
      <w:r>
        <w:t xml:space="preserve"> (struktura dat dle datového </w:t>
      </w:r>
      <w:r w:rsidRPr="004B32A5">
        <w:t>předpisu XC4).</w:t>
      </w:r>
    </w:p>
    <w:p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Pr="004B32A5" w:rsidRDefault="005E07BA" w:rsidP="001D1F8C">
      <w:pPr>
        <w:pStyle w:val="Text2-1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Pr="004B32A5">
        <w:t>objednatele dílo realizovat.</w:t>
      </w:r>
    </w:p>
    <w:p w:rsidR="005E07BA" w:rsidRDefault="005E07BA" w:rsidP="001D1F8C">
      <w:pPr>
        <w:pStyle w:val="Text2-1"/>
      </w:pPr>
      <w:r w:rsidRPr="004B32A5">
        <w:t xml:space="preserve">Jestliže dodavatel nabídne srovnatelný výrobek nebo materiál namísto určeného nebo vykázaného, a tento je přijat </w:t>
      </w:r>
      <w:r w:rsidR="00906F80" w:rsidRPr="004B32A5">
        <w:t>Objednatelem</w:t>
      </w:r>
      <w:r w:rsidRPr="004B32A5">
        <w:t xml:space="preserve"> k zabudování do Díla, potom se považují množství, sazby a ceny v Soupisu</w:t>
      </w:r>
      <w:r>
        <w:t xml:space="preserve">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2A5" w:rsidRDefault="004B32A5" w:rsidP="00962258">
      <w:pPr>
        <w:spacing w:after="0" w:line="240" w:lineRule="auto"/>
      </w:pPr>
      <w:r>
        <w:separator/>
      </w:r>
    </w:p>
  </w:endnote>
  <w:endnote w:type="continuationSeparator" w:id="0">
    <w:p w:rsidR="004B32A5" w:rsidRDefault="004B32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220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220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382202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382202">
            <w:rPr>
              <w:b/>
              <w:bCs/>
              <w:noProof/>
            </w:rPr>
            <w:t>Rekonstrukce PZS (P7624) v km 11,627 trati Kostelec na</w:t>
          </w:r>
          <w:r w:rsidRPr="00382202">
            <w:rPr>
              <w:b/>
              <w:noProof/>
            </w:rPr>
            <w:t xml:space="preserve"> Hané – Olomouc                                                                                   Rekonstrukce železniční zastávky Skrbeň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  <w:bookmarkStart w:id="12" w:name="_GoBack"/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382202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382202">
            <w:rPr>
              <w:b/>
              <w:bCs/>
              <w:noProof/>
            </w:rPr>
            <w:t>Rekonstrukce PZS (P7624) v km 11,627 trati Kostelec na</w:t>
          </w:r>
          <w:r>
            <w:rPr>
              <w:noProof/>
            </w:rPr>
            <w:t xml:space="preserve"> Hané – Olomouc                                                                                   Rekonstrukce železniční zastávky Skrbeň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220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220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2A5" w:rsidRDefault="004B32A5" w:rsidP="00962258">
      <w:pPr>
        <w:spacing w:after="0" w:line="240" w:lineRule="auto"/>
      </w:pPr>
      <w:r>
        <w:separator/>
      </w:r>
    </w:p>
  </w:footnote>
  <w:footnote w:type="continuationSeparator" w:id="0">
    <w:p w:rsidR="004B32A5" w:rsidRDefault="004B32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02" w:rsidRDefault="003822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A5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2202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32A5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443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A7C1D0"/>
  <w14:defaultImageDpi w14:val="32767"/>
  <w15:docId w15:val="{B078B656-E9EA-4E57-9F06-4F368FCF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22D369342D7458AB4EB1DDFDE2167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9FF6E-E791-46EF-808B-F0C9AC39E91D}"/>
      </w:docPartPr>
      <w:docPartBody>
        <w:p w:rsidR="00EF6A85" w:rsidRDefault="00EF6A85">
          <w:pPr>
            <w:pStyle w:val="222D369342D7458AB4EB1DDFDE21679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A85"/>
    <w:rsid w:val="00E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222D369342D7458AB4EB1DDFDE21679F">
    <w:name w:val="222D369342D7458AB4EB1DDFDE2167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sharepoint/v3/field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57EC0C-4F0F-4F6C-AEC8-9EDA31D9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10</TotalTime>
  <Pages>6</Pages>
  <Words>1915</Words>
  <Characters>11301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Srovnal Otakar, Ing.</dc:creator>
  <cp:lastModifiedBy>Srovnal Otakar, Ing.</cp:lastModifiedBy>
  <cp:revision>3</cp:revision>
  <cp:lastPrinted>2019-03-13T10:28:00Z</cp:lastPrinted>
  <dcterms:created xsi:type="dcterms:W3CDTF">2024-04-17T08:51:00Z</dcterms:created>
  <dcterms:modified xsi:type="dcterms:W3CDTF">2024-05-13T11:02:00Z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